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6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1843"/>
        <w:gridCol w:w="2835"/>
        <w:gridCol w:w="2507"/>
      </w:tblGrid>
      <w:tr w:rsidR="00EB2E66" w14:paraId="3AB400DA" w14:textId="77777777">
        <w:tblPrEx>
          <w:tblCellMar>
            <w:top w:w="0" w:type="dxa"/>
            <w:bottom w:w="0" w:type="dxa"/>
          </w:tblCellMar>
        </w:tblPrEx>
        <w:trPr>
          <w:trHeight w:val="1124"/>
          <w:jc w:val="center"/>
        </w:trPr>
        <w:tc>
          <w:tcPr>
            <w:tcW w:w="9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339B6" w14:textId="77777777" w:rsidR="00EB2E66" w:rsidRDefault="00662C16">
            <w:pPr>
              <w:spacing w:before="180" w:line="400" w:lineRule="exact"/>
              <w:ind w:right="-142"/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>
              <w:rPr>
                <w:rFonts w:ascii="微軟正黑體" w:eastAsia="微軟正黑體" w:hAnsi="微軟正黑體"/>
                <w:sz w:val="40"/>
                <w:szCs w:val="40"/>
              </w:rPr>
              <w:t>2024</w:t>
            </w:r>
            <w:r>
              <w:rPr>
                <w:rFonts w:ascii="微軟正黑體" w:eastAsia="微軟正黑體" w:hAnsi="微軟正黑體"/>
                <w:sz w:val="40"/>
                <w:szCs w:val="40"/>
              </w:rPr>
              <w:t>第六</w:t>
            </w:r>
            <w:proofErr w:type="gramStart"/>
            <w:r>
              <w:rPr>
                <w:rFonts w:ascii="微軟正黑體" w:eastAsia="微軟正黑體" w:hAnsi="微軟正黑體"/>
                <w:sz w:val="40"/>
                <w:szCs w:val="40"/>
              </w:rPr>
              <w:t>屆好讀手繪報</w:t>
            </w:r>
            <w:proofErr w:type="gramEnd"/>
            <w:r>
              <w:rPr>
                <w:rFonts w:ascii="微軟正黑體" w:eastAsia="微軟正黑體" w:hAnsi="微軟正黑體"/>
                <w:sz w:val="40"/>
                <w:szCs w:val="40"/>
              </w:rPr>
              <w:t>大賽</w:t>
            </w:r>
          </w:p>
          <w:p w14:paraId="0439DBDB" w14:textId="77777777" w:rsidR="00EB2E66" w:rsidRDefault="00662C16">
            <w:pPr>
              <w:spacing w:before="180"/>
              <w:ind w:right="-142"/>
              <w:jc w:val="center"/>
            </w:pPr>
            <w:r>
              <w:rPr>
                <w:rFonts w:ascii="微軟正黑體" w:eastAsia="微軟正黑體" w:hAnsi="微軟正黑體"/>
                <w:sz w:val="40"/>
                <w:szCs w:val="40"/>
              </w:rPr>
              <w:t>作品資訊卡</w:t>
            </w:r>
          </w:p>
        </w:tc>
      </w:tr>
      <w:tr w:rsidR="00EB2E66" w14:paraId="75A43549" w14:textId="77777777">
        <w:tblPrEx>
          <w:tblCellMar>
            <w:top w:w="0" w:type="dxa"/>
            <w:bottom w:w="0" w:type="dxa"/>
          </w:tblCellMar>
        </w:tblPrEx>
        <w:trPr>
          <w:trHeight w:val="45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1900D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008EE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組別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373DE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就讀學校全名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0EA95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年級、班級</w:t>
            </w:r>
          </w:p>
        </w:tc>
      </w:tr>
      <w:tr w:rsidR="00EB2E66" w14:paraId="673B4716" w14:textId="77777777">
        <w:tblPrEx>
          <w:tblCellMar>
            <w:top w:w="0" w:type="dxa"/>
            <w:bottom w:w="0" w:type="dxa"/>
          </w:tblCellMar>
        </w:tblPrEx>
        <w:trPr>
          <w:trHeight w:val="1484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D2596" w14:textId="77777777" w:rsidR="00EB2E66" w:rsidRDefault="00EB2E6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7ACE8" w14:textId="77777777" w:rsidR="00EB2E66" w:rsidRDefault="00662C1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□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國小組</w:t>
            </w:r>
          </w:p>
          <w:p w14:paraId="7B7109B5" w14:textId="77777777" w:rsidR="00EB2E66" w:rsidRDefault="00662C1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□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國中組</w:t>
            </w:r>
          </w:p>
          <w:p w14:paraId="3A8E6542" w14:textId="77777777" w:rsidR="00EB2E66" w:rsidRDefault="00662C1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□</w:t>
            </w:r>
            <w:proofErr w:type="gramStart"/>
            <w:r>
              <w:rPr>
                <w:rFonts w:ascii="微軟正黑體" w:eastAsia="微軟正黑體" w:hAnsi="微軟正黑體"/>
                <w:sz w:val="28"/>
                <w:szCs w:val="28"/>
              </w:rPr>
              <w:t>高中職組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F5C3D" w14:textId="77777777" w:rsidR="00EB2E66" w:rsidRDefault="00EB2E6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239AC" w14:textId="77777777" w:rsidR="00EB2E66" w:rsidRDefault="00662C1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      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年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 xml:space="preserve">      </w:t>
            </w:r>
            <w:r>
              <w:rPr>
                <w:rFonts w:ascii="微軟正黑體" w:eastAsia="微軟正黑體" w:hAnsi="微軟正黑體"/>
                <w:sz w:val="28"/>
                <w:szCs w:val="28"/>
              </w:rPr>
              <w:t>班</w:t>
            </w:r>
          </w:p>
        </w:tc>
      </w:tr>
      <w:tr w:rsidR="00EB2E66" w14:paraId="79C437B1" w14:textId="77777777">
        <w:tblPrEx>
          <w:tblCellMar>
            <w:top w:w="0" w:type="dxa"/>
            <w:bottom w:w="0" w:type="dxa"/>
          </w:tblCellMar>
        </w:tblPrEx>
        <w:trPr>
          <w:trHeight w:val="131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FB65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聯絡電話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33AD1" w14:textId="77777777" w:rsidR="00EB2E66" w:rsidRDefault="00EB2E6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EB2E66" w14:paraId="14AD0FF4" w14:textId="77777777">
        <w:tblPrEx>
          <w:tblCellMar>
            <w:top w:w="0" w:type="dxa"/>
            <w:bottom w:w="0" w:type="dxa"/>
          </w:tblCellMar>
        </w:tblPrEx>
        <w:trPr>
          <w:trHeight w:val="132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98459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Email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73EB2" w14:textId="77777777" w:rsidR="00EB2E66" w:rsidRDefault="00EB2E6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EB2E66" w14:paraId="615CAB72" w14:textId="77777777">
        <w:tblPrEx>
          <w:tblCellMar>
            <w:top w:w="0" w:type="dxa"/>
            <w:bottom w:w="0" w:type="dxa"/>
          </w:tblCellMar>
        </w:tblPrEx>
        <w:trPr>
          <w:trHeight w:val="166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BC96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通訊地址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A220" w14:textId="77777777" w:rsidR="00EB2E66" w:rsidRDefault="00EB2E6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EB2E66" w14:paraId="102E6BBC" w14:textId="77777777">
        <w:tblPrEx>
          <w:tblCellMar>
            <w:top w:w="0" w:type="dxa"/>
            <w:bottom w:w="0" w:type="dxa"/>
          </w:tblCellMar>
        </w:tblPrEx>
        <w:trPr>
          <w:trHeight w:val="127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A1E23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指導教師姓名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309DE" w14:textId="77777777" w:rsidR="00EB2E66" w:rsidRDefault="00EB2E6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EB2E66" w14:paraId="2BA04B59" w14:textId="77777777">
        <w:tblPrEx>
          <w:tblCellMar>
            <w:top w:w="0" w:type="dxa"/>
            <w:bottom w:w="0" w:type="dxa"/>
          </w:tblCellMar>
        </w:tblPrEx>
        <w:trPr>
          <w:trHeight w:val="1407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7B5DB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指導教師電話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872FD" w14:textId="77777777" w:rsidR="00EB2E66" w:rsidRDefault="00EB2E6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EB2E66" w14:paraId="200BE072" w14:textId="77777777">
        <w:tblPrEx>
          <w:tblCellMar>
            <w:top w:w="0" w:type="dxa"/>
            <w:bottom w:w="0" w:type="dxa"/>
          </w:tblCellMar>
        </w:tblPrEx>
        <w:trPr>
          <w:trHeight w:val="268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75D57" w14:textId="77777777" w:rsidR="00EB2E66" w:rsidRDefault="00662C16">
            <w:pPr>
              <w:pStyle w:val="a3"/>
              <w:spacing w:line="400" w:lineRule="exact"/>
              <w:ind w:left="0" w:right="-142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sz w:val="28"/>
                <w:szCs w:val="28"/>
              </w:rPr>
              <w:t>作品名稱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49B6F" w14:textId="77777777" w:rsidR="00EB2E66" w:rsidRDefault="00EB2E66">
            <w:pPr>
              <w:pStyle w:val="a3"/>
              <w:spacing w:line="400" w:lineRule="exact"/>
              <w:ind w:left="0" w:right="-142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14:paraId="02AE3735" w14:textId="77777777" w:rsidR="00EB2E66" w:rsidRDefault="00662C16">
      <w:pPr>
        <w:spacing w:line="400" w:lineRule="exact"/>
        <w:ind w:right="-142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/>
          <w:sz w:val="28"/>
          <w:szCs w:val="28"/>
        </w:rPr>
        <w:t>*</w:t>
      </w:r>
      <w:r>
        <w:rPr>
          <w:rFonts w:ascii="微軟正黑體" w:eastAsia="微軟正黑體" w:hAnsi="微軟正黑體"/>
          <w:sz w:val="28"/>
          <w:szCs w:val="28"/>
        </w:rPr>
        <w:t>參賽者請將資訊卡印出並黏貼於作品背面。</w:t>
      </w:r>
    </w:p>
    <w:p w14:paraId="70888BCC" w14:textId="77777777" w:rsidR="00EB2E66" w:rsidRDefault="00662C16">
      <w:pPr>
        <w:spacing w:line="400" w:lineRule="exact"/>
        <w:ind w:right="-142"/>
      </w:pPr>
      <w:r>
        <w:rPr>
          <w:rFonts w:ascii="微軟正黑體" w:eastAsia="微軟正黑體" w:hAnsi="微軟正黑體"/>
          <w:sz w:val="28"/>
          <w:szCs w:val="28"/>
        </w:rPr>
        <w:t>*</w:t>
      </w:r>
      <w:r>
        <w:rPr>
          <w:rFonts w:ascii="微軟正黑體" w:eastAsia="微軟正黑體" w:hAnsi="微軟正黑體"/>
          <w:sz w:val="28"/>
          <w:szCs w:val="28"/>
        </w:rPr>
        <w:t>資料請以正楷填寫清楚及核對。</w:t>
      </w:r>
    </w:p>
    <w:sectPr w:rsidR="00EB2E66">
      <w:pgSz w:w="11906" w:h="16838"/>
      <w:pgMar w:top="1440" w:right="1418" w:bottom="1134" w:left="1418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5237" w14:textId="77777777" w:rsidR="00662C16" w:rsidRDefault="00662C16">
      <w:r>
        <w:separator/>
      </w:r>
    </w:p>
  </w:endnote>
  <w:endnote w:type="continuationSeparator" w:id="0">
    <w:p w14:paraId="0468BB45" w14:textId="77777777" w:rsidR="00662C16" w:rsidRDefault="0066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77DD3" w14:textId="77777777" w:rsidR="00662C16" w:rsidRDefault="00662C16">
      <w:r>
        <w:rPr>
          <w:color w:val="000000"/>
        </w:rPr>
        <w:separator/>
      </w:r>
    </w:p>
  </w:footnote>
  <w:footnote w:type="continuationSeparator" w:id="0">
    <w:p w14:paraId="71036E43" w14:textId="77777777" w:rsidR="00662C16" w:rsidRDefault="00662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B2E66"/>
    <w:rsid w:val="001B65F1"/>
    <w:rsid w:val="00662C16"/>
    <w:rsid w:val="00943E10"/>
    <w:rsid w:val="00EB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81E6A"/>
  <w15:docId w15:val="{631D6866-47DC-4EF1-9B7C-673CBEE6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徐燕羚</cp:lastModifiedBy>
  <cp:revision>2</cp:revision>
  <dcterms:created xsi:type="dcterms:W3CDTF">2024-05-29T05:45:00Z</dcterms:created>
  <dcterms:modified xsi:type="dcterms:W3CDTF">2024-05-29T05:45:00Z</dcterms:modified>
</cp:coreProperties>
</file>